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C5989" w14:paraId="2D40EA9D" w14:textId="77777777" w:rsidTr="00146EEC">
        <w:tc>
          <w:tcPr>
            <w:tcW w:w="2689" w:type="dxa"/>
          </w:tcPr>
          <w:p w14:paraId="02AA7880" w14:textId="646BCF05" w:rsidR="00CC5989" w:rsidRPr="00E13E42" w:rsidRDefault="0094073B" w:rsidP="00E13E42">
            <w:r>
              <w:t xml:space="preserve">Release </w:t>
            </w:r>
            <w:r w:rsidR="00414E05">
              <w:t>1</w:t>
            </w:r>
          </w:p>
        </w:tc>
        <w:tc>
          <w:tcPr>
            <w:tcW w:w="6939" w:type="dxa"/>
          </w:tcPr>
          <w:p w14:paraId="60DD84EA" w14:textId="351D0B1F" w:rsidR="00CC5989" w:rsidRPr="00E13E42" w:rsidRDefault="00CC5989" w:rsidP="00E13E42">
            <w:r w:rsidRPr="00E13E42">
              <w:t>This version released with FWP Forest and Wood Products Training Package Version</w:t>
            </w:r>
            <w:r>
              <w:t xml:space="preserve"> </w:t>
            </w:r>
            <w:r w:rsidR="0094073B">
              <w:t>6.0</w:t>
            </w:r>
            <w:r w:rsidR="00414E05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0DCFF9E3" w:rsidR="00F1480E" w:rsidRPr="000754EC" w:rsidRDefault="00C834FC" w:rsidP="000754EC">
            <w:pPr>
              <w:pStyle w:val="SIUNITCODE"/>
            </w:pPr>
            <w:r w:rsidRPr="00C834FC">
              <w:t>FWP</w:t>
            </w:r>
            <w:r w:rsidR="00F408D4">
              <w:t>TMM2</w:t>
            </w:r>
            <w:r w:rsidR="00AF38EE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48F86DEC" w:rsidR="00F1480E" w:rsidRPr="000754EC" w:rsidRDefault="00F408D4" w:rsidP="000754EC">
            <w:pPr>
              <w:pStyle w:val="SIUnittitle"/>
            </w:pPr>
            <w:r w:rsidRPr="00F408D4">
              <w:t>Cut material to length and angles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CBAB69" w14:textId="744396E0" w:rsidR="00390751" w:rsidRDefault="00F408D4" w:rsidP="00F408D4">
            <w:r w:rsidRPr="00F408D4">
              <w:t xml:space="preserve">This unit of competency describes the </w:t>
            </w:r>
            <w:r w:rsidR="009B5CD9">
              <w:t>skills and knowledge</w:t>
            </w:r>
            <w:r w:rsidR="009B5CD9" w:rsidRPr="00F408D4">
              <w:t xml:space="preserve"> </w:t>
            </w:r>
            <w:r w:rsidRPr="00F408D4">
              <w:t>required to prepare and cut material to length</w:t>
            </w:r>
            <w:r w:rsidR="00390751">
              <w:t xml:space="preserve"> and</w:t>
            </w:r>
            <w:r w:rsidRPr="00F408D4">
              <w:t xml:space="preserve"> angle with a </w:t>
            </w:r>
            <w:proofErr w:type="gramStart"/>
            <w:r w:rsidRPr="00F408D4">
              <w:t>power driven</w:t>
            </w:r>
            <w:proofErr w:type="gramEnd"/>
            <w:r w:rsidRPr="00F408D4">
              <w:t xml:space="preserve"> saw</w:t>
            </w:r>
            <w:r w:rsidR="00390751">
              <w:t>. It includes</w:t>
            </w:r>
            <w:r w:rsidRPr="00F408D4">
              <w:t xml:space="preserve"> non-specialist saw maintenance</w:t>
            </w:r>
            <w:r w:rsidR="00390751">
              <w:t xml:space="preserve"> on completion of operation</w:t>
            </w:r>
            <w:r w:rsidRPr="00F408D4">
              <w:t xml:space="preserve">. </w:t>
            </w:r>
          </w:p>
          <w:p w14:paraId="3C66573D" w14:textId="0F7BBC68" w:rsidR="00F408D4" w:rsidRPr="00F408D4" w:rsidRDefault="00F408D4" w:rsidP="00F408D4">
            <w:r w:rsidRPr="00F408D4">
              <w:t>Work is completed in a forest and wood products factory setting.</w:t>
            </w:r>
          </w:p>
          <w:p w14:paraId="06645F06" w14:textId="77777777" w:rsidR="00CC5989" w:rsidRDefault="00CC5989" w:rsidP="00F408D4"/>
          <w:p w14:paraId="1684C702" w14:textId="2562D473" w:rsidR="00F408D4" w:rsidRDefault="00F408D4" w:rsidP="00F408D4">
            <w:r w:rsidRPr="00F408D4">
              <w:t xml:space="preserve">The unit applies to </w:t>
            </w:r>
            <w:r w:rsidR="00390751">
              <w:t>m</w:t>
            </w:r>
            <w:r w:rsidRPr="00F408D4">
              <w:t xml:space="preserve">achine </w:t>
            </w:r>
            <w:r w:rsidR="00390751">
              <w:t>o</w:t>
            </w:r>
            <w:r w:rsidRPr="00F408D4">
              <w:t>perator</w:t>
            </w:r>
            <w:r w:rsidR="000777E9">
              <w:t>s</w:t>
            </w:r>
            <w:r w:rsidRPr="00F408D4">
              <w:t xml:space="preserve">, </w:t>
            </w:r>
            <w:r w:rsidR="00390751">
              <w:t>t</w:t>
            </w:r>
            <w:r w:rsidRPr="00F408D4">
              <w:t xml:space="preserve">imber </w:t>
            </w:r>
            <w:r w:rsidR="00390751">
              <w:t>p</w:t>
            </w:r>
            <w:r w:rsidRPr="00F408D4">
              <w:t xml:space="preserve">roduct </w:t>
            </w:r>
            <w:r w:rsidR="00390751">
              <w:t>w</w:t>
            </w:r>
            <w:r w:rsidRPr="00F408D4">
              <w:t>orker</w:t>
            </w:r>
            <w:r w:rsidR="000777E9">
              <w:t xml:space="preserve">s and </w:t>
            </w:r>
            <w:r w:rsidR="00390751">
              <w:t>m</w:t>
            </w:r>
            <w:r w:rsidRPr="00F408D4">
              <w:t xml:space="preserve">anufacturing </w:t>
            </w:r>
            <w:r w:rsidR="00390751">
              <w:t>a</w:t>
            </w:r>
            <w:r w:rsidRPr="00F408D4">
              <w:t>ssistant</w:t>
            </w:r>
            <w:r w:rsidR="000777E9">
              <w:t>s</w:t>
            </w:r>
            <w:r w:rsidRPr="00F408D4">
              <w:t>.</w:t>
            </w:r>
          </w:p>
          <w:p w14:paraId="74E9343E" w14:textId="77777777" w:rsidR="00CC5989" w:rsidRDefault="00CC5989" w:rsidP="00F408D4"/>
          <w:p w14:paraId="4D1DDE2D" w14:textId="5B7D0ED3" w:rsidR="000C44D2" w:rsidRDefault="000C44D2" w:rsidP="00F408D4">
            <w:r>
              <w:t>This unit is suitable for those with the knowledge and skills to undertake specified activities under the direction of more experienced workers.</w:t>
            </w:r>
          </w:p>
          <w:p w14:paraId="04C6BB38" w14:textId="77777777" w:rsidR="00CC5989" w:rsidRDefault="00CC5989" w:rsidP="00F408D4"/>
          <w:p w14:paraId="216189FE" w14:textId="67AEA6B1" w:rsidR="00373436" w:rsidRPr="000754EC" w:rsidRDefault="00F408D4" w:rsidP="00F408D4">
            <w:r w:rsidRPr="00F408D4">
              <w:t>No licensing, legislative</w:t>
            </w:r>
            <w:r w:rsidR="00CC5989">
              <w:t xml:space="preserve"> </w:t>
            </w:r>
            <w:r w:rsidRPr="00F408D4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C8D4999" w14:textId="3E0F3A83" w:rsidR="00F408D4" w:rsidRPr="00F408D4" w:rsidRDefault="00F408D4" w:rsidP="00F408D4">
            <w:r w:rsidRPr="00F408D4">
              <w:t>Timber Manufactured Products</w:t>
            </w:r>
            <w:r w:rsidR="00CC5989">
              <w:t xml:space="preserve"> (TMM)</w:t>
            </w:r>
          </w:p>
          <w:p w14:paraId="09A9DCBA" w14:textId="323DBFAD" w:rsidR="00F1480E" w:rsidRPr="000754EC" w:rsidRDefault="00F1480E" w:rsidP="00F408D4"/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408D4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7A54BA86" w:rsidR="00F408D4" w:rsidRPr="00F408D4" w:rsidRDefault="00F408D4" w:rsidP="00F408D4">
            <w:r w:rsidRPr="00F408D4">
              <w:t>1. Prepare for cutting</w:t>
            </w:r>
          </w:p>
        </w:tc>
        <w:tc>
          <w:tcPr>
            <w:tcW w:w="3604" w:type="pct"/>
            <w:shd w:val="clear" w:color="auto" w:fill="auto"/>
          </w:tcPr>
          <w:p w14:paraId="3F75F8AD" w14:textId="3F0BA58E" w:rsidR="00F408D4" w:rsidRPr="00F408D4" w:rsidRDefault="00F408D4" w:rsidP="00F408D4">
            <w:r w:rsidRPr="00F408D4">
              <w:t xml:space="preserve">1.1 </w:t>
            </w:r>
            <w:r w:rsidR="00FE04CB" w:rsidRPr="00F408D4">
              <w:t>Re</w:t>
            </w:r>
            <w:r w:rsidR="00FE04CB">
              <w:t>ad and interpret</w:t>
            </w:r>
            <w:r w:rsidR="00FE04CB" w:rsidRPr="00F408D4">
              <w:t xml:space="preserve"> </w:t>
            </w:r>
            <w:r w:rsidRPr="00F408D4">
              <w:t xml:space="preserve">work order </w:t>
            </w:r>
            <w:r w:rsidR="000A3CDF">
              <w:t>to identify</w:t>
            </w:r>
            <w:r w:rsidR="000740F8">
              <w:t xml:space="preserve"> </w:t>
            </w:r>
            <w:r w:rsidR="000A3CDF">
              <w:t xml:space="preserve">information for cutting materials to length and angles </w:t>
            </w:r>
            <w:r w:rsidRPr="00F408D4">
              <w:t>and where required check with appropriate person</w:t>
            </w:r>
          </w:p>
          <w:p w14:paraId="2BD1D9D1" w14:textId="5A49C470" w:rsidR="00F408D4" w:rsidRPr="00F408D4" w:rsidRDefault="00F408D4" w:rsidP="00F408D4">
            <w:r w:rsidRPr="00F408D4">
              <w:t xml:space="preserve">1.2 </w:t>
            </w:r>
            <w:r w:rsidR="00891A52">
              <w:t>Determine</w:t>
            </w:r>
            <w:r w:rsidR="00891A52" w:rsidRPr="00F408D4">
              <w:t xml:space="preserve"> </w:t>
            </w:r>
            <w:r w:rsidRPr="00F408D4">
              <w:t>type and</w:t>
            </w:r>
            <w:r w:rsidR="00891A52">
              <w:t xml:space="preserve"> </w:t>
            </w:r>
            <w:r w:rsidRPr="00F408D4">
              <w:t xml:space="preserve">quantity of material to be cut from </w:t>
            </w:r>
            <w:r w:rsidR="005B6099">
              <w:t>work order</w:t>
            </w:r>
          </w:p>
          <w:p w14:paraId="36A15002" w14:textId="712A50FC" w:rsidR="005E1423" w:rsidRDefault="00F408D4" w:rsidP="00F408D4">
            <w:r w:rsidRPr="00F408D4">
              <w:t xml:space="preserve">1.3 </w:t>
            </w:r>
            <w:r w:rsidR="00B01219" w:rsidRPr="00F408D4">
              <w:t>Plan material cutting patterns and saw set-up sequences in line with work order</w:t>
            </w:r>
            <w:r w:rsidR="00B01219">
              <w:t xml:space="preserve"> and cutting list</w:t>
            </w:r>
          </w:p>
          <w:p w14:paraId="1BED67BC" w14:textId="779BF8F8" w:rsidR="00B01219" w:rsidRDefault="00B01219" w:rsidP="00F408D4">
            <w:r>
              <w:t>1.4 Select, fit and use appropriate personal protective equipment (PPE)</w:t>
            </w:r>
          </w:p>
          <w:p w14:paraId="46D92966" w14:textId="0471E4BB" w:rsidR="00F408D4" w:rsidRPr="00F408D4" w:rsidRDefault="00B01219" w:rsidP="00414E05">
            <w:r>
              <w:t xml:space="preserve">1.5 </w:t>
            </w:r>
            <w:r w:rsidR="00F408D4" w:rsidRPr="00F408D4">
              <w:t xml:space="preserve">Select appropriate equipment and </w:t>
            </w:r>
            <w:r w:rsidR="00EF7793">
              <w:t xml:space="preserve">carry out a pre-start </w:t>
            </w:r>
            <w:r w:rsidR="00F408D4" w:rsidRPr="00F408D4">
              <w:t xml:space="preserve">check in line with manufacturer's </w:t>
            </w:r>
            <w:r w:rsidR="0036121B">
              <w:t>instructions</w:t>
            </w:r>
          </w:p>
        </w:tc>
      </w:tr>
      <w:tr w:rsidR="00F408D4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37D96106" w:rsidR="00F408D4" w:rsidRPr="00F408D4" w:rsidRDefault="00F408D4" w:rsidP="00F408D4">
            <w:r w:rsidRPr="00F408D4">
              <w:t>2. Cut material to length and angle</w:t>
            </w:r>
          </w:p>
        </w:tc>
        <w:tc>
          <w:tcPr>
            <w:tcW w:w="3604" w:type="pct"/>
            <w:shd w:val="clear" w:color="auto" w:fill="auto"/>
          </w:tcPr>
          <w:p w14:paraId="2EE4D9D8" w14:textId="4688E6BA" w:rsidR="00F408D4" w:rsidRPr="00F408D4" w:rsidRDefault="00F408D4" w:rsidP="00F408D4">
            <w:r w:rsidRPr="00F408D4">
              <w:t>2.1 Mark up material and set stops in preparation for cutting</w:t>
            </w:r>
          </w:p>
          <w:p w14:paraId="7726D4E7" w14:textId="4A04281B" w:rsidR="00D40769" w:rsidRDefault="00F408D4" w:rsidP="00F408D4">
            <w:r w:rsidRPr="00F408D4">
              <w:t xml:space="preserve">2.2 </w:t>
            </w:r>
            <w:r w:rsidR="00D40769">
              <w:t>Select and set up appropriate saw for cutting materials</w:t>
            </w:r>
          </w:p>
          <w:p w14:paraId="1C85F841" w14:textId="2D88BE2F" w:rsidR="00F408D4" w:rsidRPr="00F408D4" w:rsidRDefault="00D40769" w:rsidP="00F408D4">
            <w:r>
              <w:t xml:space="preserve">2.3 </w:t>
            </w:r>
            <w:r w:rsidR="0036121B">
              <w:t>Operate</w:t>
            </w:r>
            <w:r w:rsidR="00F408D4" w:rsidRPr="00F408D4">
              <w:t xml:space="preserve"> machinery </w:t>
            </w:r>
            <w:r w:rsidR="00333734">
              <w:t xml:space="preserve">following </w:t>
            </w:r>
            <w:r w:rsidR="00F408D4" w:rsidRPr="00F408D4">
              <w:t>manufacturer's instructions</w:t>
            </w:r>
            <w:r>
              <w:t xml:space="preserve"> and</w:t>
            </w:r>
            <w:r w:rsidR="00F408D4" w:rsidRPr="00F408D4">
              <w:t xml:space="preserve"> </w:t>
            </w:r>
            <w:r w:rsidR="0036121B">
              <w:t>workplace safety</w:t>
            </w:r>
            <w:r w:rsidR="0036121B" w:rsidRPr="00F408D4">
              <w:t xml:space="preserve"> </w:t>
            </w:r>
          </w:p>
          <w:p w14:paraId="5A91A5B6" w14:textId="790CA4D0" w:rsidR="00F408D4" w:rsidRPr="00F408D4" w:rsidRDefault="00F408D4" w:rsidP="00F408D4">
            <w:r w:rsidRPr="00F408D4">
              <w:t xml:space="preserve">2.3 </w:t>
            </w:r>
            <w:r w:rsidR="00333734">
              <w:t>P</w:t>
            </w:r>
            <w:r w:rsidR="00333734" w:rsidRPr="00F408D4">
              <w:t>roduce required quantity</w:t>
            </w:r>
            <w:r w:rsidR="00333734">
              <w:t xml:space="preserve"> of material</w:t>
            </w:r>
            <w:r w:rsidR="00333734" w:rsidRPr="00F408D4">
              <w:t xml:space="preserve"> </w:t>
            </w:r>
            <w:r w:rsidR="00333734">
              <w:t>f</w:t>
            </w:r>
            <w:r w:rsidRPr="00F408D4">
              <w:t>ollow</w:t>
            </w:r>
            <w:r w:rsidR="00333734">
              <w:t>ing</w:t>
            </w:r>
            <w:r w:rsidRPr="00F408D4">
              <w:t xml:space="preserve"> cutting sequence and patterns</w:t>
            </w:r>
          </w:p>
          <w:p w14:paraId="208F17A1" w14:textId="5AADDE02" w:rsidR="00F408D4" w:rsidRPr="00F408D4" w:rsidRDefault="00F408D4" w:rsidP="00F408D4">
            <w:r w:rsidRPr="00F408D4">
              <w:t>2.4 Check cuts for length and angle within a set tolerance</w:t>
            </w:r>
          </w:p>
          <w:p w14:paraId="2C8A2D2B" w14:textId="751BA935" w:rsidR="00F408D4" w:rsidRPr="00F408D4" w:rsidRDefault="00F408D4" w:rsidP="00F408D4">
            <w:r w:rsidRPr="00F408D4">
              <w:t xml:space="preserve">2.5 Dispose of incorrect cuts, off-cuts and material with defects in line with </w:t>
            </w:r>
            <w:r w:rsidR="00FA610B">
              <w:t>workplace safety</w:t>
            </w:r>
            <w:r w:rsidR="00FA610B" w:rsidRPr="00F408D4">
              <w:t xml:space="preserve"> and environmental </w:t>
            </w:r>
            <w:r w:rsidR="00FA610B">
              <w:t>requirements</w:t>
            </w:r>
          </w:p>
          <w:p w14:paraId="4BF38E81" w14:textId="41375AF4" w:rsidR="00F408D4" w:rsidRPr="00F408D4" w:rsidRDefault="00F408D4" w:rsidP="00F408D4">
            <w:r w:rsidRPr="00F408D4">
              <w:t xml:space="preserve">2.6 Stack material safely </w:t>
            </w:r>
            <w:r w:rsidR="00017DB4" w:rsidRPr="00F408D4">
              <w:t xml:space="preserve">in line with work order </w:t>
            </w:r>
            <w:r w:rsidRPr="00F408D4">
              <w:t xml:space="preserve">in designated location </w:t>
            </w:r>
          </w:p>
          <w:p w14:paraId="27C62271" w14:textId="77777777" w:rsidR="00D85CFD" w:rsidRDefault="00F408D4" w:rsidP="00306F5E">
            <w:r w:rsidRPr="00F408D4">
              <w:t xml:space="preserve">2.7 </w:t>
            </w:r>
            <w:r w:rsidR="00306F5E">
              <w:t xml:space="preserve">Check product quality and quantity </w:t>
            </w:r>
            <w:r w:rsidR="00531559">
              <w:t xml:space="preserve">and record </w:t>
            </w:r>
            <w:r w:rsidR="00306F5E">
              <w:t>against</w:t>
            </w:r>
            <w:r w:rsidR="00F03C68">
              <w:t xml:space="preserve"> work order</w:t>
            </w:r>
          </w:p>
          <w:p w14:paraId="1DF4B59F" w14:textId="03A9107F" w:rsidR="00F408D4" w:rsidRPr="00F408D4" w:rsidRDefault="00D85CFD" w:rsidP="00306F5E">
            <w:r>
              <w:t>2.8 Report processing faults to appropriate person</w:t>
            </w:r>
          </w:p>
        </w:tc>
      </w:tr>
      <w:tr w:rsidR="00F408D4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7955D67E" w:rsidR="00F408D4" w:rsidRPr="00F408D4" w:rsidRDefault="00F408D4" w:rsidP="00F408D4">
            <w:r w:rsidRPr="00F408D4"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7BDB4ACE" w14:textId="07EA810D" w:rsidR="00F408D4" w:rsidRPr="00F408D4" w:rsidRDefault="00F408D4" w:rsidP="00F408D4">
            <w:r w:rsidRPr="00F408D4">
              <w:t xml:space="preserve">3.1 Follow </w:t>
            </w:r>
            <w:r w:rsidR="009B4C51">
              <w:t>workplace</w:t>
            </w:r>
            <w:r w:rsidR="009B4C51" w:rsidRPr="00F408D4">
              <w:t xml:space="preserve"> </w:t>
            </w:r>
            <w:r w:rsidRPr="00F408D4">
              <w:t>safety procedures to lock-out equipment</w:t>
            </w:r>
          </w:p>
          <w:p w14:paraId="26D1CA55" w14:textId="1BAAD50D" w:rsidR="00F408D4" w:rsidRPr="00F408D4" w:rsidRDefault="00F408D4" w:rsidP="00F408D4">
            <w:r w:rsidRPr="00F408D4">
              <w:t>3.2 Check saw blades for bluntness or damage</w:t>
            </w:r>
          </w:p>
          <w:p w14:paraId="594BDE58" w14:textId="4A6589F1" w:rsidR="00F408D4" w:rsidRPr="00F408D4" w:rsidRDefault="00F408D4" w:rsidP="00F408D4">
            <w:r w:rsidRPr="00F408D4">
              <w:t xml:space="preserve">3.3 Remove and replace saw blades in line with manufacturer's </w:t>
            </w:r>
            <w:r w:rsidR="009B4C51">
              <w:t>instructions</w:t>
            </w:r>
          </w:p>
          <w:p w14:paraId="5C51E17C" w14:textId="58337113" w:rsidR="009B4C51" w:rsidRDefault="00F408D4" w:rsidP="00F408D4">
            <w:r w:rsidRPr="00F408D4">
              <w:t xml:space="preserve">3.4 Dispose of used blades in line with </w:t>
            </w:r>
            <w:r w:rsidR="009B4C51">
              <w:t>workplace safety</w:t>
            </w:r>
            <w:r w:rsidR="009B4C51" w:rsidRPr="00F408D4">
              <w:t xml:space="preserve"> and environmental </w:t>
            </w:r>
            <w:r w:rsidR="009B4C51">
              <w:t>requirements</w:t>
            </w:r>
          </w:p>
          <w:p w14:paraId="2DAB564A" w14:textId="4885D5D8" w:rsidR="005A1D74" w:rsidRDefault="00F408D4" w:rsidP="00F408D4">
            <w:r w:rsidRPr="00F408D4">
              <w:t xml:space="preserve">3.5 </w:t>
            </w:r>
            <w:r w:rsidR="009B4C51">
              <w:t>Clean</w:t>
            </w:r>
            <w:r w:rsidR="005A1D74">
              <w:t xml:space="preserve"> and maintain</w:t>
            </w:r>
            <w:r w:rsidR="009B4C51" w:rsidRPr="00F408D4">
              <w:t xml:space="preserve"> </w:t>
            </w:r>
            <w:r w:rsidRPr="00F408D4">
              <w:t xml:space="preserve">saw </w:t>
            </w:r>
            <w:r w:rsidR="005A1D74">
              <w:t xml:space="preserve">and equipment, check </w:t>
            </w:r>
            <w:r w:rsidR="00CC5989">
              <w:t xml:space="preserve">for </w:t>
            </w:r>
            <w:r w:rsidR="005A1D74">
              <w:t xml:space="preserve">and report faults or damage </w:t>
            </w:r>
          </w:p>
          <w:p w14:paraId="50A0962E" w14:textId="5169A78B" w:rsidR="005A1D74" w:rsidRDefault="005A1D74" w:rsidP="005A1D74">
            <w:r>
              <w:t>3.6 Clean work area, dispose of saw</w:t>
            </w:r>
            <w:r w:rsidR="00F408D4" w:rsidRPr="00F408D4">
              <w:t xml:space="preserve"> dust, off-cuts and debris in line with </w:t>
            </w:r>
            <w:r>
              <w:t>workplace safety</w:t>
            </w:r>
            <w:r w:rsidRPr="00F408D4">
              <w:t xml:space="preserve"> and environmental </w:t>
            </w:r>
            <w:r>
              <w:t>requirements</w:t>
            </w:r>
          </w:p>
          <w:p w14:paraId="28C25C0F" w14:textId="7D20D620" w:rsidR="00F03C68" w:rsidRPr="00F408D4" w:rsidRDefault="005A1D74" w:rsidP="005A1D74">
            <w:r>
              <w:t xml:space="preserve">3.7 Report </w:t>
            </w:r>
            <w:r w:rsidR="00F03C68" w:rsidRPr="00F408D4">
              <w:t>equipment faults</w:t>
            </w:r>
            <w:r>
              <w:t xml:space="preserve"> or damage</w:t>
            </w:r>
            <w:r w:rsidR="00F03C68" w:rsidRPr="00F408D4">
              <w:t xml:space="preserve"> to appropriate person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6FC378AB" w:rsidR="005F771F" w:rsidRPr="000754EC" w:rsidRDefault="005F771F" w:rsidP="000754EC"/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C0FDF47" w14:textId="77777777" w:rsidTr="00CA2922">
        <w:tc>
          <w:tcPr>
            <w:tcW w:w="1396" w:type="pct"/>
          </w:tcPr>
          <w:p w14:paraId="3E843AB4" w14:textId="38F91974" w:rsidR="00F1480E" w:rsidRPr="000754EC" w:rsidRDefault="005A1D74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6775FE5" w14:textId="77777777" w:rsidR="00D6291A" w:rsidRDefault="00817DEE" w:rsidP="005A1D74">
            <w:pPr>
              <w:pStyle w:val="SIBulletList1"/>
            </w:pPr>
            <w:r>
              <w:t>Enter routine production information into report documentation/forms</w:t>
            </w:r>
          </w:p>
          <w:p w14:paraId="71CCE23B" w14:textId="3DC663A3" w:rsidR="00F1480E" w:rsidRPr="000754EC" w:rsidRDefault="0087050B" w:rsidP="005A1D74">
            <w:pPr>
              <w:pStyle w:val="SIBulletList1"/>
            </w:pPr>
            <w:r>
              <w:t>Legibly enter comments into reports using correct terminology</w:t>
            </w:r>
          </w:p>
        </w:tc>
      </w:tr>
      <w:tr w:rsidR="00841582" w:rsidRPr="00336FCA" w:rsidDel="00423CB2" w14:paraId="453DC1F6" w14:textId="77777777" w:rsidTr="00CA2922">
        <w:tc>
          <w:tcPr>
            <w:tcW w:w="1396" w:type="pct"/>
          </w:tcPr>
          <w:p w14:paraId="79D92C46" w14:textId="158D5271" w:rsidR="00841582" w:rsidRDefault="0084158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99F3A25" w14:textId="7EE937C2" w:rsidR="00E22DE5" w:rsidRPr="00E22DE5" w:rsidRDefault="00181F48" w:rsidP="00E22DE5">
            <w:pPr>
              <w:pStyle w:val="SIBulletList1"/>
            </w:pPr>
            <w:r>
              <w:t>A</w:t>
            </w:r>
            <w:r w:rsidR="00E22DE5" w:rsidRPr="00E22DE5">
              <w:t>sk questions and actively listen to clarify contents of work orders</w:t>
            </w:r>
          </w:p>
          <w:p w14:paraId="1B848061" w14:textId="540CFB9F" w:rsidR="00841582" w:rsidRPr="00552AD2" w:rsidRDefault="00181F48" w:rsidP="00E22DE5">
            <w:pPr>
              <w:pStyle w:val="SIBulletList1"/>
            </w:pPr>
            <w:r>
              <w:t>M</w:t>
            </w:r>
            <w:r w:rsidR="00E22DE5" w:rsidRPr="00E22DE5">
              <w:t>ake accurate verbal reports on processing and equipment faults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111DDD34" w:rsidR="000259E1" w:rsidRPr="000259E1" w:rsidRDefault="00CC5989" w:rsidP="000259E1">
            <w:pPr>
              <w:pStyle w:val="SIText"/>
            </w:pPr>
            <w:r>
              <w:t>FWPTMM</w:t>
            </w:r>
            <w:r w:rsidR="00AF38EE">
              <w:t>2</w:t>
            </w:r>
            <w:r w:rsidR="0094073B">
              <w:t>XXX</w:t>
            </w:r>
            <w:r>
              <w:t xml:space="preserve"> Cut material to length and angles</w:t>
            </w:r>
          </w:p>
        </w:tc>
        <w:tc>
          <w:tcPr>
            <w:tcW w:w="1105" w:type="pct"/>
          </w:tcPr>
          <w:p w14:paraId="43730281" w14:textId="6148EC3E" w:rsidR="00041E59" w:rsidRPr="000754EC" w:rsidRDefault="00F408D4" w:rsidP="0091548A">
            <w:pPr>
              <w:pStyle w:val="SIText"/>
            </w:pPr>
            <w:r w:rsidRPr="00F408D4">
              <w:t>FWPTMM2201 Cut material to length and angles</w:t>
            </w:r>
          </w:p>
        </w:tc>
        <w:tc>
          <w:tcPr>
            <w:tcW w:w="1251" w:type="pct"/>
          </w:tcPr>
          <w:p w14:paraId="11FFDBF8" w14:textId="77777777" w:rsidR="00041E59" w:rsidRDefault="0094073B" w:rsidP="000754EC">
            <w:pPr>
              <w:pStyle w:val="SIText"/>
            </w:pPr>
            <w:r>
              <w:t>Application clarified</w:t>
            </w:r>
          </w:p>
          <w:p w14:paraId="2E33F956" w14:textId="68CFFD2A" w:rsidR="0094073B" w:rsidRPr="000754EC" w:rsidRDefault="0094073B" w:rsidP="000754EC">
            <w:pPr>
              <w:pStyle w:val="SIText"/>
            </w:pPr>
            <w:r>
              <w:t>Performance Criteria, Foundation Skills and Assessment Requirements updated</w:t>
            </w:r>
          </w:p>
        </w:tc>
        <w:tc>
          <w:tcPr>
            <w:tcW w:w="1616" w:type="pct"/>
          </w:tcPr>
          <w:p w14:paraId="1AF1365B" w14:textId="0E302195" w:rsidR="009A2047" w:rsidRPr="009A2047" w:rsidRDefault="0094073B" w:rsidP="00414E05">
            <w:pPr>
              <w:pStyle w:val="SIText"/>
            </w:pPr>
            <w:r>
              <w:t>Equivalent unit</w:t>
            </w:r>
          </w:p>
        </w:tc>
      </w:tr>
    </w:tbl>
    <w:p w14:paraId="6386F421" w14:textId="1FA66DD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414E05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62A17A03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41BBD09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408D4" w:rsidRPr="00F408D4">
              <w:t>FWPTMM2</w:t>
            </w:r>
            <w:r w:rsidR="00AF38EE">
              <w:t>XXX</w:t>
            </w:r>
            <w:r w:rsidR="00F408D4" w:rsidRPr="00F408D4">
              <w:t xml:space="preserve"> Cut material to length and angles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5C5E0AD5" w14:textId="5D3DC2E9" w:rsidR="005834BB" w:rsidRDefault="0087050B" w:rsidP="0087050B">
            <w:pPr>
              <w:pStyle w:val="SIText"/>
            </w:pPr>
            <w:r w:rsidRPr="001A46FE">
              <w:t>A</w:t>
            </w:r>
            <w:r w:rsidR="00E269E8">
              <w:t>n individual</w:t>
            </w:r>
            <w:r w:rsidRPr="001A46FE">
              <w:t xml:space="preserve"> demonstrating competency in this unit must satisfy </w:t>
            </w:r>
            <w:proofErr w:type="gramStart"/>
            <w:r w:rsidRPr="001A46FE">
              <w:t>all of</w:t>
            </w:r>
            <w:proofErr w:type="gramEnd"/>
            <w:r w:rsidRPr="001A46FE">
              <w:t xml:space="preserve">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 xml:space="preserve">in this unit. </w:t>
            </w:r>
          </w:p>
          <w:p w14:paraId="732256B8" w14:textId="77777777" w:rsidR="005834BB" w:rsidRDefault="005834BB" w:rsidP="00414E05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7790CDBE" w14:textId="71E05ED3" w:rsidR="0087050B" w:rsidRDefault="0087050B" w:rsidP="00414E05">
            <w:r>
              <w:t xml:space="preserve">There must be evidence that the </w:t>
            </w:r>
            <w:r w:rsidR="00950FFF">
              <w:t>individual</w:t>
            </w:r>
            <w:r>
              <w:t xml:space="preserve"> has:</w:t>
            </w:r>
            <w:r w:rsidR="00950FFF">
              <w:t xml:space="preserve"> </w:t>
            </w:r>
          </w:p>
          <w:p w14:paraId="1F930508" w14:textId="09F14992" w:rsidR="00381EA6" w:rsidRDefault="00E56FAD" w:rsidP="00E22DE5">
            <w:pPr>
              <w:pStyle w:val="SIBulletList1"/>
            </w:pPr>
            <w:r>
              <w:t>cut</w:t>
            </w:r>
            <w:r w:rsidR="006D2B4D">
              <w:t xml:space="preserve"> a minimum of 25</w:t>
            </w:r>
            <w:r w:rsidR="0028069A">
              <w:t xml:space="preserve"> different</w:t>
            </w:r>
            <w:r w:rsidR="006D2B4D">
              <w:t xml:space="preserve"> lengths</w:t>
            </w:r>
            <w:r w:rsidR="005C077D">
              <w:t xml:space="preserve"> in total</w:t>
            </w:r>
            <w:r w:rsidR="00CC5989">
              <w:t xml:space="preserve"> </w:t>
            </w:r>
            <w:r w:rsidR="00B0103F">
              <w:t>which include:</w:t>
            </w:r>
          </w:p>
          <w:p w14:paraId="06062434" w14:textId="46C3D196" w:rsidR="00FB6514" w:rsidRDefault="0028069A" w:rsidP="00414E05">
            <w:pPr>
              <w:pStyle w:val="SIBulletList2"/>
            </w:pPr>
            <w:r>
              <w:t>various size sections</w:t>
            </w:r>
            <w:r w:rsidR="00B0103F">
              <w:t xml:space="preserve"> of hardwood and softwood timber </w:t>
            </w:r>
          </w:p>
          <w:p w14:paraId="0F1E2B50" w14:textId="08A00C55" w:rsidR="0028069A" w:rsidRDefault="00CC5989" w:rsidP="00414E05">
            <w:pPr>
              <w:pStyle w:val="SIBulletList2"/>
            </w:pPr>
            <w:r>
              <w:t xml:space="preserve">at least five </w:t>
            </w:r>
            <w:r w:rsidR="00593428">
              <w:t>varying angles</w:t>
            </w:r>
          </w:p>
          <w:p w14:paraId="00D757D2" w14:textId="11C7AE6A" w:rsidR="00611DA5" w:rsidRDefault="00E25CED" w:rsidP="00E22DE5">
            <w:pPr>
              <w:pStyle w:val="SIBulletList1"/>
            </w:pPr>
            <w:r>
              <w:t xml:space="preserve">cut a minimum of five different timber board products </w:t>
            </w:r>
            <w:r w:rsidR="00AC622A">
              <w:t>in</w:t>
            </w:r>
            <w:r>
              <w:t>t</w:t>
            </w:r>
            <w:r w:rsidR="005C077D">
              <w:t xml:space="preserve">o lengths </w:t>
            </w:r>
          </w:p>
          <w:p w14:paraId="633C282B" w14:textId="48CBF649" w:rsidR="00E22DE5" w:rsidRPr="00E22DE5" w:rsidRDefault="001C09D3" w:rsidP="00E22DE5">
            <w:pPr>
              <w:pStyle w:val="SIBulletList1"/>
            </w:pPr>
            <w:r>
              <w:t>used and maintained a semi-automated saw</w:t>
            </w:r>
          </w:p>
          <w:p w14:paraId="3F537752" w14:textId="53B436BE" w:rsidR="00556C4C" w:rsidRPr="000754EC" w:rsidRDefault="00E22DE5" w:rsidP="00AC622A">
            <w:pPr>
              <w:pStyle w:val="SIBulletList1"/>
            </w:pPr>
            <w:r w:rsidRPr="00E22DE5">
              <w:t>stack</w:t>
            </w:r>
            <w:r w:rsidR="00AC622A">
              <w:t xml:space="preserve">ed cut timber products into </w:t>
            </w:r>
            <w:r w:rsidR="001C09D3">
              <w:t>specified</w:t>
            </w:r>
            <w:r w:rsidRPr="00E22DE5">
              <w:t xml:space="preserve"> batches</w:t>
            </w:r>
            <w:r w:rsidR="00AC622A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11D80DD5" w14:textId="77777777" w:rsidR="00CC5989" w:rsidRDefault="00CC5989" w:rsidP="00CC5989">
            <w:r w:rsidRPr="00CC5989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55174F7C" w14:textId="454A0C54" w:rsidR="00AC5882" w:rsidRDefault="00CC5989" w:rsidP="00414E05">
            <w:pPr>
              <w:pStyle w:val="SIBulletList1"/>
            </w:pPr>
            <w:r w:rsidRPr="00E22DE5" w:rsidDel="00CC5989">
              <w:t xml:space="preserve"> </w:t>
            </w:r>
            <w:r w:rsidR="00AC5882" w:rsidRPr="00E22DE5">
              <w:t xml:space="preserve">organisational policies and procedures </w:t>
            </w:r>
            <w:r w:rsidR="00AC5882">
              <w:t>relating</w:t>
            </w:r>
            <w:r w:rsidR="00AC5882" w:rsidRPr="00E22DE5">
              <w:t xml:space="preserve"> to cutting activities </w:t>
            </w:r>
          </w:p>
          <w:p w14:paraId="3C05288F" w14:textId="5EB5E7F1" w:rsidR="00AC5882" w:rsidRDefault="00AC5882" w:rsidP="00414E05">
            <w:pPr>
              <w:pStyle w:val="SIBulletList1"/>
            </w:pPr>
            <w:r>
              <w:t xml:space="preserve">workplace and </w:t>
            </w:r>
            <w:r w:rsidRPr="0099334D">
              <w:t xml:space="preserve">environmental </w:t>
            </w:r>
            <w:r>
              <w:t>requirements for safe disposal</w:t>
            </w:r>
            <w:r w:rsidRPr="0099334D">
              <w:t xml:space="preserve"> of waste</w:t>
            </w:r>
          </w:p>
          <w:p w14:paraId="307A33AB" w14:textId="640D3B58" w:rsidR="00AC5882" w:rsidRDefault="00E22DE5" w:rsidP="00414E05">
            <w:pPr>
              <w:pStyle w:val="SIBulletList1"/>
            </w:pPr>
            <w:r w:rsidRPr="00E22DE5">
              <w:t>characteristics</w:t>
            </w:r>
            <w:r w:rsidR="00AC5882">
              <w:t>, properties and limitations</w:t>
            </w:r>
            <w:r w:rsidRPr="00E22DE5">
              <w:t xml:space="preserve"> of </w:t>
            </w:r>
            <w:r w:rsidR="00AC5882">
              <w:t>timber products</w:t>
            </w:r>
            <w:r w:rsidR="002041ED">
              <w:t>:</w:t>
            </w:r>
          </w:p>
          <w:p w14:paraId="2B0421C2" w14:textId="060E1F78" w:rsidR="00E22DE5" w:rsidRPr="00E22DE5" w:rsidRDefault="00E22DE5" w:rsidP="006E6A4D">
            <w:pPr>
              <w:pStyle w:val="SIBulletList2"/>
            </w:pPr>
            <w:r w:rsidRPr="00E22DE5">
              <w:t>timber defects</w:t>
            </w:r>
          </w:p>
          <w:p w14:paraId="25B6312F" w14:textId="77777777" w:rsidR="009668E0" w:rsidRDefault="009668E0" w:rsidP="00414E05">
            <w:pPr>
              <w:pStyle w:val="SIBulletList1"/>
            </w:pPr>
            <w:r>
              <w:t>processes and techniques of:</w:t>
            </w:r>
          </w:p>
          <w:p w14:paraId="588FDB74" w14:textId="77777777" w:rsidR="00E22DE5" w:rsidRDefault="00E22DE5" w:rsidP="00414E05">
            <w:pPr>
              <w:pStyle w:val="SIBulletList2"/>
            </w:pPr>
            <w:r w:rsidRPr="00E22DE5">
              <w:t>cutting patterns and sequences for single and compound angles</w:t>
            </w:r>
          </w:p>
          <w:p w14:paraId="4371F9D5" w14:textId="028CA67B" w:rsidR="009668E0" w:rsidRPr="00E22DE5" w:rsidRDefault="009668E0" w:rsidP="006E6A4D">
            <w:pPr>
              <w:pStyle w:val="SIBulletList2"/>
            </w:pPr>
            <w:r w:rsidRPr="00E22DE5">
              <w:t>assessing saw blade condition</w:t>
            </w:r>
          </w:p>
          <w:p w14:paraId="11E3C95B" w14:textId="6C6838B4" w:rsidR="00ED5348" w:rsidRDefault="00ED5348" w:rsidP="006E6A4D">
            <w:pPr>
              <w:pStyle w:val="SIBulletList2"/>
            </w:pPr>
            <w:r>
              <w:t xml:space="preserve">using and maintaining machinery and </w:t>
            </w:r>
            <w:r w:rsidRPr="00E22DE5">
              <w:t>equipment</w:t>
            </w:r>
          </w:p>
          <w:p w14:paraId="1C42D7AB" w14:textId="1607A1F9" w:rsidR="006E6A4D" w:rsidRPr="00E22DE5" w:rsidRDefault="006E6A4D" w:rsidP="006E6A4D">
            <w:pPr>
              <w:pStyle w:val="SIBulletList2"/>
            </w:pPr>
            <w:r w:rsidRPr="00E22DE5">
              <w:t>stacking finished materials</w:t>
            </w:r>
          </w:p>
          <w:p w14:paraId="09CE72CB" w14:textId="7AF515CD" w:rsidR="00ED5348" w:rsidRPr="00E22DE5" w:rsidRDefault="00ED5348" w:rsidP="006E6A4D">
            <w:pPr>
              <w:pStyle w:val="SIBulletList2"/>
            </w:pPr>
            <w:r w:rsidRPr="00E22DE5">
              <w:t>recording and reporting cutting process</w:t>
            </w:r>
            <w:r>
              <w:t xml:space="preserve"> incidents</w:t>
            </w:r>
            <w:r w:rsidRPr="00E22DE5">
              <w:t xml:space="preserve"> and equipment faults</w:t>
            </w:r>
          </w:p>
          <w:p w14:paraId="429EBCE9" w14:textId="77777777" w:rsidR="00ED5348" w:rsidRPr="00E22DE5" w:rsidRDefault="00ED5348" w:rsidP="006E6A4D">
            <w:pPr>
              <w:pStyle w:val="SIBulletList2"/>
            </w:pPr>
            <w:r w:rsidRPr="00E22DE5">
              <w:t>cleaning of plant, tools and equipment</w:t>
            </w:r>
          </w:p>
          <w:p w14:paraId="7B09FC68" w14:textId="5EC20791" w:rsidR="009668E0" w:rsidRPr="00E22DE5" w:rsidRDefault="00ED5348" w:rsidP="00414E05">
            <w:pPr>
              <w:pStyle w:val="SIBulletList2"/>
            </w:pPr>
            <w:r w:rsidRPr="00E22DE5">
              <w:t>disposing of, recycling and reusing timber and other waste</w:t>
            </w:r>
          </w:p>
          <w:p w14:paraId="21E2D206" w14:textId="77777777" w:rsidR="00E22DE5" w:rsidRPr="00E22DE5" w:rsidRDefault="00E22DE5" w:rsidP="00414E05">
            <w:pPr>
              <w:pStyle w:val="SIBulletList1"/>
            </w:pPr>
            <w:r w:rsidRPr="00E22DE5">
              <w:t>industry standard cross-sections and lengths</w:t>
            </w:r>
          </w:p>
          <w:p w14:paraId="15A004B4" w14:textId="54F9EDC0" w:rsidR="00E22DE5" w:rsidRPr="00E22DE5" w:rsidRDefault="002041ED" w:rsidP="00414E05">
            <w:pPr>
              <w:pStyle w:val="SIBulletList1"/>
            </w:pPr>
            <w:r>
              <w:t>functional and op</w:t>
            </w:r>
            <w:r w:rsidR="00B400D9">
              <w:t>erational features of</w:t>
            </w:r>
            <w:r>
              <w:t xml:space="preserve"> tools, equipment and machinery</w:t>
            </w:r>
            <w:r w:rsidR="00B400D9">
              <w:t>:</w:t>
            </w:r>
          </w:p>
          <w:p w14:paraId="7515BD8F" w14:textId="3635A8D9" w:rsidR="00E22DE5" w:rsidRPr="00E22DE5" w:rsidRDefault="001C09D3" w:rsidP="006E6A4D">
            <w:pPr>
              <w:pStyle w:val="SIBulletList2"/>
            </w:pPr>
            <w:r>
              <w:t>semi-automated</w:t>
            </w:r>
            <w:r w:rsidR="00E22DE5" w:rsidRPr="00E22DE5">
              <w:t xml:space="preserve"> saws</w:t>
            </w:r>
          </w:p>
          <w:p w14:paraId="5E16174D" w14:textId="77777777" w:rsidR="00E22DE5" w:rsidRPr="00E22DE5" w:rsidRDefault="00E22DE5" w:rsidP="006E6A4D">
            <w:pPr>
              <w:pStyle w:val="SIBulletList2"/>
            </w:pPr>
            <w:r w:rsidRPr="00E22DE5">
              <w:t>bench saws</w:t>
            </w:r>
          </w:p>
          <w:p w14:paraId="1088C4A9" w14:textId="77777777" w:rsidR="00E22DE5" w:rsidRPr="00E22DE5" w:rsidRDefault="00E22DE5" w:rsidP="006E6A4D">
            <w:pPr>
              <w:pStyle w:val="SIBulletList2"/>
            </w:pPr>
            <w:r w:rsidRPr="00E22DE5">
              <w:t>radial arm saws</w:t>
            </w:r>
          </w:p>
          <w:p w14:paraId="69ED3925" w14:textId="77777777" w:rsidR="00E22DE5" w:rsidRPr="00E22DE5" w:rsidRDefault="00E22DE5" w:rsidP="006E6A4D">
            <w:pPr>
              <w:pStyle w:val="SIBulletList2"/>
            </w:pPr>
            <w:r w:rsidRPr="00E22DE5">
              <w:t>saws with adjustable angle</w:t>
            </w:r>
          </w:p>
          <w:p w14:paraId="4CB631A8" w14:textId="77777777" w:rsidR="00E22DE5" w:rsidRPr="00E22DE5" w:rsidRDefault="00E22DE5" w:rsidP="006E6A4D">
            <w:pPr>
              <w:pStyle w:val="SIBulletList2"/>
            </w:pPr>
            <w:r w:rsidRPr="00E22DE5">
              <w:t>saws with automatic feed</w:t>
            </w:r>
          </w:p>
          <w:p w14:paraId="049BE57B" w14:textId="77777777" w:rsidR="00E22DE5" w:rsidRPr="00E22DE5" w:rsidRDefault="00E22DE5" w:rsidP="006E6A4D">
            <w:pPr>
              <w:pStyle w:val="SIBulletList2"/>
            </w:pPr>
            <w:r w:rsidRPr="00E22DE5">
              <w:t>saws with one blade</w:t>
            </w:r>
          </w:p>
          <w:p w14:paraId="4699369B" w14:textId="3AB28100" w:rsidR="00E22DE5" w:rsidRPr="00E22DE5" w:rsidRDefault="00E22DE5" w:rsidP="006E6A4D">
            <w:pPr>
              <w:pStyle w:val="SIBulletList2"/>
            </w:pPr>
            <w:r w:rsidRPr="00E22DE5">
              <w:t>table saws</w:t>
            </w:r>
          </w:p>
          <w:p w14:paraId="36955C73" w14:textId="77777777" w:rsidR="00EA7563" w:rsidRDefault="00E22DE5" w:rsidP="00414E05">
            <w:pPr>
              <w:pStyle w:val="SIBulletList1"/>
            </w:pPr>
            <w:r w:rsidRPr="00E22DE5">
              <w:t xml:space="preserve">workplace </w:t>
            </w:r>
            <w:r w:rsidR="002041ED">
              <w:t xml:space="preserve">and environmental requirements for waste disposal </w:t>
            </w:r>
          </w:p>
          <w:p w14:paraId="17C02D85" w14:textId="77777777" w:rsidR="00EA7563" w:rsidRDefault="00EA7563" w:rsidP="00414E05">
            <w:pPr>
              <w:pStyle w:val="SIBulletList1"/>
            </w:pPr>
            <w:r>
              <w:t>workplace safety:</w:t>
            </w:r>
          </w:p>
          <w:p w14:paraId="429F1398" w14:textId="77777777" w:rsidR="00EA7563" w:rsidRDefault="00EA7563" w:rsidP="006E6A4D">
            <w:pPr>
              <w:pStyle w:val="SIBulletList2"/>
            </w:pPr>
            <w:r>
              <w:t>personal protective equipment (PPE)</w:t>
            </w:r>
          </w:p>
          <w:p w14:paraId="6BBF849C" w14:textId="77777777" w:rsidR="00EA7563" w:rsidRDefault="00EA7563" w:rsidP="006E6A4D">
            <w:pPr>
              <w:pStyle w:val="SIBulletList2"/>
            </w:pPr>
            <w:r>
              <w:t>electrical hazards – use of residual current devices (RCD)</w:t>
            </w:r>
          </w:p>
          <w:p w14:paraId="504BC722" w14:textId="5B709931" w:rsidR="00B400D9" w:rsidRDefault="00B400D9" w:rsidP="006E6A4D">
            <w:pPr>
              <w:pStyle w:val="SIBulletList2"/>
            </w:pPr>
            <w:r>
              <w:t>hazardous manual tasks</w:t>
            </w:r>
          </w:p>
          <w:p w14:paraId="2D4F3F12" w14:textId="77777777" w:rsidR="00EA7563" w:rsidRDefault="00EA7563" w:rsidP="006E6A4D">
            <w:pPr>
              <w:pStyle w:val="SIBulletList2"/>
            </w:pPr>
            <w:r>
              <w:t>equipment lock out</w:t>
            </w:r>
          </w:p>
          <w:p w14:paraId="54336CAE" w14:textId="77777777" w:rsidR="00EA7563" w:rsidRDefault="00EA7563" w:rsidP="006E6A4D">
            <w:pPr>
              <w:pStyle w:val="SIBulletList2"/>
            </w:pPr>
            <w:r>
              <w:t>exposure to dust</w:t>
            </w:r>
          </w:p>
          <w:p w14:paraId="40951706" w14:textId="06F704B8" w:rsidR="00D3333F" w:rsidRPr="000754EC" w:rsidRDefault="00EA7563" w:rsidP="00414E05">
            <w:pPr>
              <w:pStyle w:val="SIBulletList2"/>
            </w:pPr>
            <w:r>
              <w:t>exposure to excessive noise</w:t>
            </w:r>
            <w:r w:rsidR="00414E05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6139EC39" w14:textId="7A31E9B3" w:rsidR="00B400D9" w:rsidRDefault="00B400D9" w:rsidP="00B400D9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06283754" w14:textId="77777777" w:rsidR="00B400D9" w:rsidRDefault="00B400D9" w:rsidP="00B400D9">
            <w:pPr>
              <w:pStyle w:val="SIBulletList1"/>
            </w:pPr>
            <w:r>
              <w:t>physical conditions:</w:t>
            </w:r>
          </w:p>
          <w:p w14:paraId="4FDF4537" w14:textId="05EC15BF" w:rsidR="00B400D9" w:rsidRPr="001A46FE" w:rsidRDefault="00CC5989" w:rsidP="00B400D9">
            <w:pPr>
              <w:pStyle w:val="SIBulletList2"/>
            </w:pPr>
            <w:r>
              <w:t>skills must be demonstrated</w:t>
            </w:r>
            <w:r w:rsidR="00B400D9" w:rsidRPr="001A46FE">
              <w:t xml:space="preserve"> in </w:t>
            </w:r>
            <w:r>
              <w:t>a timber manufacturing</w:t>
            </w:r>
            <w:r w:rsidR="00B400D9" w:rsidRPr="001A46FE">
              <w:t xml:space="preserve"> workplace or a</w:t>
            </w:r>
            <w:r>
              <w:t>n</w:t>
            </w:r>
            <w:r w:rsidR="00B400D9" w:rsidRPr="001A46FE">
              <w:t xml:space="preserve"> environment that accurately </w:t>
            </w:r>
            <w:r>
              <w:t>represents workplace conditions</w:t>
            </w:r>
          </w:p>
          <w:p w14:paraId="436F358F" w14:textId="77777777" w:rsidR="00B400D9" w:rsidRDefault="00B400D9" w:rsidP="00B400D9">
            <w:pPr>
              <w:pStyle w:val="SIBulletList1"/>
            </w:pPr>
            <w:r>
              <w:t>resources, equipment and materials:</w:t>
            </w:r>
          </w:p>
          <w:p w14:paraId="42E97747" w14:textId="685CFD82" w:rsidR="00F1480E" w:rsidRDefault="00CB4FB3" w:rsidP="00414E05">
            <w:pPr>
              <w:pStyle w:val="SIBulletList2"/>
            </w:pPr>
            <w:r>
              <w:t xml:space="preserve">appropriate machinery and equipment to </w:t>
            </w:r>
            <w:r w:rsidR="006B7497">
              <w:t>cut timber products to length and angles</w:t>
            </w:r>
          </w:p>
          <w:p w14:paraId="21274294" w14:textId="77777777" w:rsidR="006B7497" w:rsidRDefault="006B7497" w:rsidP="00414E05">
            <w:pPr>
              <w:pStyle w:val="SIBulletList2"/>
            </w:pPr>
            <w:r>
              <w:t>materials to cut to length and angles</w:t>
            </w:r>
          </w:p>
          <w:p w14:paraId="04AF9008" w14:textId="77777777" w:rsidR="006B7497" w:rsidRDefault="006B7497" w:rsidP="006B7497">
            <w:pPr>
              <w:pStyle w:val="SIBulletList1"/>
            </w:pPr>
            <w:r>
              <w:lastRenderedPageBreak/>
              <w:t>specifications:</w:t>
            </w:r>
          </w:p>
          <w:p w14:paraId="5E352D64" w14:textId="1FC7465D" w:rsidR="006B7497" w:rsidRDefault="006B7497" w:rsidP="006B7497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specific workplace documents such as policies, procedures, processes,</w:t>
            </w:r>
            <w:r w:rsidR="00CC5989">
              <w:rPr>
                <w:rFonts w:eastAsiaTheme="minorHAnsi"/>
              </w:rPr>
              <w:t xml:space="preserve"> work instructions and forms</w:t>
            </w:r>
            <w:r>
              <w:rPr>
                <w:rFonts w:eastAsiaTheme="minorHAnsi"/>
                <w:lang w:val="en-GB"/>
              </w:rPr>
              <w:t xml:space="preserve"> </w:t>
            </w:r>
          </w:p>
          <w:p w14:paraId="391B2ECB" w14:textId="77777777" w:rsidR="006B7497" w:rsidRDefault="006B7497" w:rsidP="006B7497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manufacturer’s operating instructions for specific equipment, machinery </w:t>
            </w:r>
          </w:p>
          <w:p w14:paraId="62DEF6F0" w14:textId="51D8ECA3" w:rsidR="006B7497" w:rsidRDefault="006B7497" w:rsidP="006B7497">
            <w:pPr>
              <w:pStyle w:val="SIBulletList2"/>
            </w:pPr>
            <w:r w:rsidRPr="001A46FE">
              <w:t xml:space="preserve">organisational codes of practice </w:t>
            </w:r>
            <w:r>
              <w:t>and guidelines relevant to</w:t>
            </w:r>
            <w:r w:rsidR="004C3AB2">
              <w:t xml:space="preserve"> cutting materials to length and angles</w:t>
            </w:r>
          </w:p>
          <w:p w14:paraId="04822E6E" w14:textId="77777777" w:rsidR="006B7497" w:rsidRPr="001A46FE" w:rsidRDefault="006B7497" w:rsidP="006B7497">
            <w:pPr>
              <w:pStyle w:val="SIBulletList2"/>
            </w:pPr>
            <w:r>
              <w:t xml:space="preserve">safe work practices and </w:t>
            </w:r>
            <w:r w:rsidRPr="0091548A">
              <w:t>environmental requirements, including the safe disposal of waste material</w:t>
            </w:r>
          </w:p>
          <w:p w14:paraId="5ED81227" w14:textId="77777777" w:rsidR="00CC5989" w:rsidRDefault="00CC5989" w:rsidP="00CC5989"/>
          <w:p w14:paraId="539215B3" w14:textId="4D7CC988" w:rsidR="006B7497" w:rsidRPr="00255C67" w:rsidRDefault="00CC5989" w:rsidP="00414E05">
            <w:r w:rsidRPr="00CC5989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64B00F16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  <w:bookmarkStart w:id="0" w:name="_GoBack"/>
      <w:bookmarkEnd w:id="0"/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9B1CA" w14:textId="77777777" w:rsidR="00C86F17" w:rsidRDefault="00C86F17" w:rsidP="00BF3F0A">
      <w:r>
        <w:separator/>
      </w:r>
    </w:p>
    <w:p w14:paraId="008694C3" w14:textId="77777777" w:rsidR="00C86F17" w:rsidRDefault="00C86F17"/>
  </w:endnote>
  <w:endnote w:type="continuationSeparator" w:id="0">
    <w:p w14:paraId="639A617A" w14:textId="77777777" w:rsidR="00C86F17" w:rsidRDefault="00C86F17" w:rsidP="00BF3F0A">
      <w:r>
        <w:continuationSeparator/>
      </w:r>
    </w:p>
    <w:p w14:paraId="349A69E0" w14:textId="77777777" w:rsidR="00C86F17" w:rsidRDefault="00C86F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247E1" w14:textId="77777777" w:rsidR="00414E05" w:rsidRDefault="00414E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65F4F">
          <w:rPr>
            <w:noProof/>
          </w:rPr>
          <w:t>3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BCE67" w14:textId="77777777" w:rsidR="00414E05" w:rsidRDefault="00414E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1304C" w14:textId="77777777" w:rsidR="00C86F17" w:rsidRDefault="00C86F17" w:rsidP="00BF3F0A">
      <w:r>
        <w:separator/>
      </w:r>
    </w:p>
    <w:p w14:paraId="44F6946C" w14:textId="77777777" w:rsidR="00C86F17" w:rsidRDefault="00C86F17"/>
  </w:footnote>
  <w:footnote w:type="continuationSeparator" w:id="0">
    <w:p w14:paraId="617F7BAF" w14:textId="77777777" w:rsidR="00C86F17" w:rsidRDefault="00C86F17" w:rsidP="00BF3F0A">
      <w:r>
        <w:continuationSeparator/>
      </w:r>
    </w:p>
    <w:p w14:paraId="72B8D31F" w14:textId="77777777" w:rsidR="00C86F17" w:rsidRDefault="00C86F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02835" w14:textId="77777777" w:rsidR="00414E05" w:rsidRDefault="00414E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00597F36" w:rsidR="009C2650" w:rsidRPr="00F408D4" w:rsidRDefault="00F408D4" w:rsidP="00F408D4">
    <w:r w:rsidRPr="00F408D4">
      <w:t>FWPTMM2</w:t>
    </w:r>
    <w:r w:rsidR="00414E05">
      <w:t>XXX</w:t>
    </w:r>
    <w:r w:rsidRPr="00F408D4">
      <w:t xml:space="preserve"> Cut material to length and angles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40C07" w14:textId="77777777" w:rsidR="00414E05" w:rsidRDefault="00414E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WwNDMxMTE1NzZQ0lEKTi0uzszPAykwrAUAy4nyvi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17DB4"/>
    <w:rsid w:val="00023992"/>
    <w:rsid w:val="000259E1"/>
    <w:rsid w:val="000275AE"/>
    <w:rsid w:val="00041E59"/>
    <w:rsid w:val="00061EEA"/>
    <w:rsid w:val="00064BFE"/>
    <w:rsid w:val="00065F4F"/>
    <w:rsid w:val="00070B3E"/>
    <w:rsid w:val="00071F95"/>
    <w:rsid w:val="00072412"/>
    <w:rsid w:val="000737BB"/>
    <w:rsid w:val="000740F8"/>
    <w:rsid w:val="00074E47"/>
    <w:rsid w:val="000754EC"/>
    <w:rsid w:val="000777E9"/>
    <w:rsid w:val="0009093B"/>
    <w:rsid w:val="00093449"/>
    <w:rsid w:val="0009445D"/>
    <w:rsid w:val="00097D2B"/>
    <w:rsid w:val="000A3CDF"/>
    <w:rsid w:val="000A5441"/>
    <w:rsid w:val="000B3ED0"/>
    <w:rsid w:val="000C149A"/>
    <w:rsid w:val="000C224E"/>
    <w:rsid w:val="000C44D2"/>
    <w:rsid w:val="000E25E6"/>
    <w:rsid w:val="000E2C86"/>
    <w:rsid w:val="000F29F2"/>
    <w:rsid w:val="00101659"/>
    <w:rsid w:val="00103E31"/>
    <w:rsid w:val="00105AEA"/>
    <w:rsid w:val="001078BF"/>
    <w:rsid w:val="001223D7"/>
    <w:rsid w:val="001247AC"/>
    <w:rsid w:val="00126F8B"/>
    <w:rsid w:val="00133957"/>
    <w:rsid w:val="001372F6"/>
    <w:rsid w:val="00144385"/>
    <w:rsid w:val="00146EEC"/>
    <w:rsid w:val="00151D55"/>
    <w:rsid w:val="00151D93"/>
    <w:rsid w:val="00156EF3"/>
    <w:rsid w:val="001766A1"/>
    <w:rsid w:val="00176E4F"/>
    <w:rsid w:val="00181F48"/>
    <w:rsid w:val="0018546B"/>
    <w:rsid w:val="00195F2D"/>
    <w:rsid w:val="001A46FE"/>
    <w:rsid w:val="001A6A3E"/>
    <w:rsid w:val="001A7B6D"/>
    <w:rsid w:val="001B34D5"/>
    <w:rsid w:val="001B513A"/>
    <w:rsid w:val="001C09D3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0DE"/>
    <w:rsid w:val="00201A7C"/>
    <w:rsid w:val="002041ED"/>
    <w:rsid w:val="0021210E"/>
    <w:rsid w:val="0021414D"/>
    <w:rsid w:val="00223124"/>
    <w:rsid w:val="002261D8"/>
    <w:rsid w:val="00233143"/>
    <w:rsid w:val="00234444"/>
    <w:rsid w:val="00242293"/>
    <w:rsid w:val="00244EA7"/>
    <w:rsid w:val="00247727"/>
    <w:rsid w:val="00255C67"/>
    <w:rsid w:val="00262FC3"/>
    <w:rsid w:val="0026394F"/>
    <w:rsid w:val="00264091"/>
    <w:rsid w:val="00267AF6"/>
    <w:rsid w:val="002722FC"/>
    <w:rsid w:val="00276DB8"/>
    <w:rsid w:val="0028069A"/>
    <w:rsid w:val="00280A5C"/>
    <w:rsid w:val="00282664"/>
    <w:rsid w:val="00285FB8"/>
    <w:rsid w:val="0029105D"/>
    <w:rsid w:val="002970C3"/>
    <w:rsid w:val="002A4CD3"/>
    <w:rsid w:val="002A6CC4"/>
    <w:rsid w:val="002B381B"/>
    <w:rsid w:val="002C55E9"/>
    <w:rsid w:val="002C698E"/>
    <w:rsid w:val="002D0C8B"/>
    <w:rsid w:val="002D330A"/>
    <w:rsid w:val="002E170C"/>
    <w:rsid w:val="002E193E"/>
    <w:rsid w:val="002F7B20"/>
    <w:rsid w:val="00305EFF"/>
    <w:rsid w:val="00306F5E"/>
    <w:rsid w:val="00310A6A"/>
    <w:rsid w:val="003144E6"/>
    <w:rsid w:val="00333734"/>
    <w:rsid w:val="00334DEB"/>
    <w:rsid w:val="00337E82"/>
    <w:rsid w:val="003404AD"/>
    <w:rsid w:val="00346FDC"/>
    <w:rsid w:val="003504E4"/>
    <w:rsid w:val="00350BB1"/>
    <w:rsid w:val="00352C83"/>
    <w:rsid w:val="0036121B"/>
    <w:rsid w:val="00365CD6"/>
    <w:rsid w:val="00366805"/>
    <w:rsid w:val="0037067D"/>
    <w:rsid w:val="00373436"/>
    <w:rsid w:val="00381BE8"/>
    <w:rsid w:val="00381EA6"/>
    <w:rsid w:val="0038735B"/>
    <w:rsid w:val="00390751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4E05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AB2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31559"/>
    <w:rsid w:val="005405B2"/>
    <w:rsid w:val="005427C8"/>
    <w:rsid w:val="005446D1"/>
    <w:rsid w:val="00552AD2"/>
    <w:rsid w:val="00556C4C"/>
    <w:rsid w:val="00557369"/>
    <w:rsid w:val="00564ADD"/>
    <w:rsid w:val="005708EB"/>
    <w:rsid w:val="00575BC6"/>
    <w:rsid w:val="005834BB"/>
    <w:rsid w:val="00583902"/>
    <w:rsid w:val="00593428"/>
    <w:rsid w:val="005A1D70"/>
    <w:rsid w:val="005A1D74"/>
    <w:rsid w:val="005A3AA5"/>
    <w:rsid w:val="005A6AF3"/>
    <w:rsid w:val="005A6C9C"/>
    <w:rsid w:val="005A74DC"/>
    <w:rsid w:val="005B1CB9"/>
    <w:rsid w:val="005B3738"/>
    <w:rsid w:val="005B5146"/>
    <w:rsid w:val="005B6099"/>
    <w:rsid w:val="005C077D"/>
    <w:rsid w:val="005D1AFD"/>
    <w:rsid w:val="005E1423"/>
    <w:rsid w:val="005E51E6"/>
    <w:rsid w:val="005F027A"/>
    <w:rsid w:val="005F33CC"/>
    <w:rsid w:val="005F771F"/>
    <w:rsid w:val="00611DA5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60C7A"/>
    <w:rsid w:val="00686A49"/>
    <w:rsid w:val="00687B62"/>
    <w:rsid w:val="00690C44"/>
    <w:rsid w:val="006966B9"/>
    <w:rsid w:val="006969D9"/>
    <w:rsid w:val="006A2B68"/>
    <w:rsid w:val="006B7497"/>
    <w:rsid w:val="006C2F32"/>
    <w:rsid w:val="006D2B4D"/>
    <w:rsid w:val="006D38C3"/>
    <w:rsid w:val="006D4448"/>
    <w:rsid w:val="006D6DFD"/>
    <w:rsid w:val="006E0138"/>
    <w:rsid w:val="006E2C4D"/>
    <w:rsid w:val="006E42FE"/>
    <w:rsid w:val="006E6A4D"/>
    <w:rsid w:val="006F0D02"/>
    <w:rsid w:val="006F10FE"/>
    <w:rsid w:val="006F3622"/>
    <w:rsid w:val="0070529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71B60"/>
    <w:rsid w:val="007751F3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17DEE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1822"/>
    <w:rsid w:val="00847B60"/>
    <w:rsid w:val="00850243"/>
    <w:rsid w:val="00851BE5"/>
    <w:rsid w:val="008545EB"/>
    <w:rsid w:val="00865011"/>
    <w:rsid w:val="0087050B"/>
    <w:rsid w:val="00886790"/>
    <w:rsid w:val="008908DE"/>
    <w:rsid w:val="00891A52"/>
    <w:rsid w:val="008A12ED"/>
    <w:rsid w:val="008A1E95"/>
    <w:rsid w:val="008A39D3"/>
    <w:rsid w:val="008A479A"/>
    <w:rsid w:val="008B2C77"/>
    <w:rsid w:val="008B4AD2"/>
    <w:rsid w:val="008B7138"/>
    <w:rsid w:val="008D7A7B"/>
    <w:rsid w:val="008D7BAC"/>
    <w:rsid w:val="008E260C"/>
    <w:rsid w:val="008E39BE"/>
    <w:rsid w:val="008E62EC"/>
    <w:rsid w:val="008F0E5B"/>
    <w:rsid w:val="008F2392"/>
    <w:rsid w:val="008F32F6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073B"/>
    <w:rsid w:val="00944C09"/>
    <w:rsid w:val="00950FFF"/>
    <w:rsid w:val="009527CB"/>
    <w:rsid w:val="00953835"/>
    <w:rsid w:val="00960F6C"/>
    <w:rsid w:val="009668E0"/>
    <w:rsid w:val="00970747"/>
    <w:rsid w:val="00976CC8"/>
    <w:rsid w:val="0099334D"/>
    <w:rsid w:val="00997BFC"/>
    <w:rsid w:val="009A2047"/>
    <w:rsid w:val="009A5900"/>
    <w:rsid w:val="009A6E6C"/>
    <w:rsid w:val="009A6F3F"/>
    <w:rsid w:val="009B331A"/>
    <w:rsid w:val="009B4C51"/>
    <w:rsid w:val="009B5CD9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216A8"/>
    <w:rsid w:val="00A223A6"/>
    <w:rsid w:val="00A3639E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1B8E"/>
    <w:rsid w:val="00AB28B7"/>
    <w:rsid w:val="00AB5133"/>
    <w:rsid w:val="00AB5F31"/>
    <w:rsid w:val="00AC0696"/>
    <w:rsid w:val="00AC4C98"/>
    <w:rsid w:val="00AC5882"/>
    <w:rsid w:val="00AC5F6B"/>
    <w:rsid w:val="00AC622A"/>
    <w:rsid w:val="00AD3896"/>
    <w:rsid w:val="00AD4F54"/>
    <w:rsid w:val="00AD5B47"/>
    <w:rsid w:val="00AE1ED9"/>
    <w:rsid w:val="00AE32CB"/>
    <w:rsid w:val="00AF38EE"/>
    <w:rsid w:val="00AF3957"/>
    <w:rsid w:val="00B0103F"/>
    <w:rsid w:val="00B01219"/>
    <w:rsid w:val="00B0712C"/>
    <w:rsid w:val="00B12013"/>
    <w:rsid w:val="00B22C67"/>
    <w:rsid w:val="00B25265"/>
    <w:rsid w:val="00B26EFA"/>
    <w:rsid w:val="00B3508F"/>
    <w:rsid w:val="00B400D9"/>
    <w:rsid w:val="00B443EE"/>
    <w:rsid w:val="00B54507"/>
    <w:rsid w:val="00B560C8"/>
    <w:rsid w:val="00B61150"/>
    <w:rsid w:val="00B65BC7"/>
    <w:rsid w:val="00B746B9"/>
    <w:rsid w:val="00B82231"/>
    <w:rsid w:val="00B848D4"/>
    <w:rsid w:val="00B865B7"/>
    <w:rsid w:val="00BA13AC"/>
    <w:rsid w:val="00BA1CB1"/>
    <w:rsid w:val="00BA4178"/>
    <w:rsid w:val="00BA482D"/>
    <w:rsid w:val="00BB1755"/>
    <w:rsid w:val="00BB23F4"/>
    <w:rsid w:val="00BC5075"/>
    <w:rsid w:val="00BC5419"/>
    <w:rsid w:val="00BD3B0F"/>
    <w:rsid w:val="00BE71E0"/>
    <w:rsid w:val="00BF1D4C"/>
    <w:rsid w:val="00BF3F0A"/>
    <w:rsid w:val="00C12573"/>
    <w:rsid w:val="00C143C3"/>
    <w:rsid w:val="00C1739B"/>
    <w:rsid w:val="00C219A1"/>
    <w:rsid w:val="00C21ADE"/>
    <w:rsid w:val="00C26067"/>
    <w:rsid w:val="00C30A29"/>
    <w:rsid w:val="00C317DC"/>
    <w:rsid w:val="00C43DFA"/>
    <w:rsid w:val="00C578E9"/>
    <w:rsid w:val="00C70626"/>
    <w:rsid w:val="00C7108D"/>
    <w:rsid w:val="00C72860"/>
    <w:rsid w:val="00C73582"/>
    <w:rsid w:val="00C73B90"/>
    <w:rsid w:val="00C742EC"/>
    <w:rsid w:val="00C834FC"/>
    <w:rsid w:val="00C86F17"/>
    <w:rsid w:val="00C96AF3"/>
    <w:rsid w:val="00C97CCC"/>
    <w:rsid w:val="00CA0274"/>
    <w:rsid w:val="00CB34CA"/>
    <w:rsid w:val="00CB4FB3"/>
    <w:rsid w:val="00CB746F"/>
    <w:rsid w:val="00CC0ACB"/>
    <w:rsid w:val="00CC451E"/>
    <w:rsid w:val="00CC5989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15C1C"/>
    <w:rsid w:val="00D2035A"/>
    <w:rsid w:val="00D20C57"/>
    <w:rsid w:val="00D25D16"/>
    <w:rsid w:val="00D32124"/>
    <w:rsid w:val="00D3333F"/>
    <w:rsid w:val="00D40769"/>
    <w:rsid w:val="00D54C76"/>
    <w:rsid w:val="00D6291A"/>
    <w:rsid w:val="00D71E43"/>
    <w:rsid w:val="00D727F3"/>
    <w:rsid w:val="00D73695"/>
    <w:rsid w:val="00D810DE"/>
    <w:rsid w:val="00D85CFD"/>
    <w:rsid w:val="00D87D32"/>
    <w:rsid w:val="00D91188"/>
    <w:rsid w:val="00D92C83"/>
    <w:rsid w:val="00D96F32"/>
    <w:rsid w:val="00DA0A81"/>
    <w:rsid w:val="00DA3C10"/>
    <w:rsid w:val="00DA53B5"/>
    <w:rsid w:val="00DA662B"/>
    <w:rsid w:val="00DB477D"/>
    <w:rsid w:val="00DC1D69"/>
    <w:rsid w:val="00DC5A3A"/>
    <w:rsid w:val="00DD0726"/>
    <w:rsid w:val="00DF6941"/>
    <w:rsid w:val="00E13E42"/>
    <w:rsid w:val="00E16200"/>
    <w:rsid w:val="00E22DE5"/>
    <w:rsid w:val="00E238E6"/>
    <w:rsid w:val="00E25CED"/>
    <w:rsid w:val="00E269E8"/>
    <w:rsid w:val="00E35064"/>
    <w:rsid w:val="00E3681D"/>
    <w:rsid w:val="00E40225"/>
    <w:rsid w:val="00E501F0"/>
    <w:rsid w:val="00E56FAD"/>
    <w:rsid w:val="00E6166D"/>
    <w:rsid w:val="00E64670"/>
    <w:rsid w:val="00E85B0C"/>
    <w:rsid w:val="00E91BFF"/>
    <w:rsid w:val="00E92933"/>
    <w:rsid w:val="00E94FAD"/>
    <w:rsid w:val="00EA408F"/>
    <w:rsid w:val="00EA7563"/>
    <w:rsid w:val="00EB0AA4"/>
    <w:rsid w:val="00EB46F2"/>
    <w:rsid w:val="00EB5C88"/>
    <w:rsid w:val="00EC0469"/>
    <w:rsid w:val="00EC08EE"/>
    <w:rsid w:val="00EC1089"/>
    <w:rsid w:val="00ED5348"/>
    <w:rsid w:val="00EF01F8"/>
    <w:rsid w:val="00EF40EF"/>
    <w:rsid w:val="00EF47FE"/>
    <w:rsid w:val="00EF7793"/>
    <w:rsid w:val="00F03C68"/>
    <w:rsid w:val="00F069BD"/>
    <w:rsid w:val="00F1480E"/>
    <w:rsid w:val="00F1497D"/>
    <w:rsid w:val="00F16AAC"/>
    <w:rsid w:val="00F26453"/>
    <w:rsid w:val="00F33FF2"/>
    <w:rsid w:val="00F408D4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3D7C"/>
    <w:rsid w:val="00FA12BB"/>
    <w:rsid w:val="00FA610B"/>
    <w:rsid w:val="00FB232E"/>
    <w:rsid w:val="00FB6514"/>
    <w:rsid w:val="00FD1230"/>
    <w:rsid w:val="00FD557D"/>
    <w:rsid w:val="00FE0282"/>
    <w:rsid w:val="00FE04CB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7050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A4FC2F3C-9505-4B53-91D5-7B33EE04F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443</TotalTime>
  <Pages>4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51</cp:revision>
  <cp:lastPrinted>2016-05-27T05:21:00Z</cp:lastPrinted>
  <dcterms:created xsi:type="dcterms:W3CDTF">2019-07-21T23:08:00Z</dcterms:created>
  <dcterms:modified xsi:type="dcterms:W3CDTF">2020-02-05T22:26:00Z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